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大学生常见心理困惑与异常心理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T1-3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了解大学生常见心理困惑和心理障碍的分类（CCMD-3）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了解大学生常见网络心理问题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掌握神经症的概念和共同特征，掌握神经症各种亚型、抑郁症、精神分裂的临床表现和应对措施，熟悉应激相关障碍和人格障碍的临床表现和应对措施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能区分正常和异常心理；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能对网络心理问题进行自我调适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具备识别神经症、抑郁症、精神分裂症、应激相关障碍、人格障碍的能力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S4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熟练应用常见心理测试 SDS 并能分析结果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能理解心理障碍及精神疾病患者的痛苦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消除对心理障碍者的恐惧和排斥心理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</w:rPr>
              <w:t>提高自我控制能力，掌握心理调节方法，克服心理困扰，及时调适心理与行为，增强适应社会生活的能力。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大学生常见网络心理问题及调适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lang w:eastAsia="zh-CN"/>
              </w:rPr>
              <w:t>大学生常见的心理疾病及其应对措施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大学生常见心理困惑的种类有哪些？（简答题）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心理实训：我真棒——红色轰炸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334"/>
        <w:gridCol w:w="2694"/>
        <w:gridCol w:w="1833"/>
        <w:gridCol w:w="12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大学生常见心理困惑及异常心理概述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通过提问，引入大学生常见心理困惑及异常心理。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学生的回答。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心理问题的分类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正常和异常心理的判断标准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学生分小组对某一分类进行了解，并发言。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  <w:bookmarkStart w:id="0" w:name="_GoBack"/>
            <w:bookmarkEnd w:id="0"/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大学生常见心理困惑及异常心理概述的任务及内容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教师提问你觉得现在自己的心里有哪些困惑？学生回应，教师引出课程内容。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教师提问：如何才能解决这些困惑，学生回应。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大学生常见心理困惑的种类：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学习心理问题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人际交往问题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环境适应问题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恋爱与性心理问题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自我同一性问题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职业发展问题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每组一个要点做阐述，教师反馈；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对大学生常见心理困惑进行分析。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心理故事：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态度决定一切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老师提问：工作中需要什么态度？学生回答。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120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rPr>
          <w:trHeight w:val="20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大学生常见网络心理问题及调适：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网络心理健康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大学生常见网络心理问题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大学生网络心理问题的调适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学生分小组对某一问题进行了解，并发言。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心理案例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教师进行分析，学生进行回应。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</w:p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大学生常见的心理疾病及其应对措施：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神经症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心境障碍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应激相关障碍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人格障碍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精神分裂症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学生分小组对某一问题进行了解，并发言。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rPr>
          <w:trHeight w:val="84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13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心理测试：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抑郁自评量表（SDS）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教师把表分发给学生，学生填完分小组讨论。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rPr>
          <w:trHeight w:val="118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2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教师要更新观念，还学生以学习和发展的地位，要珍视学生独特的感受、体验和理解。对于学生五花八门的答案，教师充分肯定。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对于学生的回答不能及时的进行积极的鼓励，影响学生的自信心。</w:t>
            </w:r>
          </w:p>
        </w:tc>
      </w:tr>
      <w:tr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调整自己的教学模式，增加互动性，提高学生自信心。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E2333E1"/>
    <w:rsid w:val="0F0369B9"/>
    <w:rsid w:val="10817D09"/>
    <w:rsid w:val="133674E1"/>
    <w:rsid w:val="133B0908"/>
    <w:rsid w:val="14665D24"/>
    <w:rsid w:val="156C7CB1"/>
    <w:rsid w:val="185A0EA5"/>
    <w:rsid w:val="18772AC0"/>
    <w:rsid w:val="18FE651F"/>
    <w:rsid w:val="1D4A7662"/>
    <w:rsid w:val="1D656A1C"/>
    <w:rsid w:val="2004579B"/>
    <w:rsid w:val="202C1C61"/>
    <w:rsid w:val="22052732"/>
    <w:rsid w:val="242359DA"/>
    <w:rsid w:val="24537CFC"/>
    <w:rsid w:val="24810FCF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AC5A46"/>
    <w:rsid w:val="3C442ABC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9456957"/>
    <w:rsid w:val="4B6608C5"/>
    <w:rsid w:val="4C480CE2"/>
    <w:rsid w:val="4CCD4839"/>
    <w:rsid w:val="4DE91725"/>
    <w:rsid w:val="4DF1661A"/>
    <w:rsid w:val="4F821CC3"/>
    <w:rsid w:val="51516C96"/>
    <w:rsid w:val="51F84679"/>
    <w:rsid w:val="53F95E5E"/>
    <w:rsid w:val="54EE40FD"/>
    <w:rsid w:val="56573726"/>
    <w:rsid w:val="56F15D65"/>
    <w:rsid w:val="576C3B56"/>
    <w:rsid w:val="57B60D22"/>
    <w:rsid w:val="58BB636D"/>
    <w:rsid w:val="5A771928"/>
    <w:rsid w:val="5D610A57"/>
    <w:rsid w:val="5F8F38A4"/>
    <w:rsid w:val="60961F93"/>
    <w:rsid w:val="623F67F8"/>
    <w:rsid w:val="626C21B1"/>
    <w:rsid w:val="64B27C5F"/>
    <w:rsid w:val="664427B8"/>
    <w:rsid w:val="69674B08"/>
    <w:rsid w:val="6AE52463"/>
    <w:rsid w:val="6B4333F1"/>
    <w:rsid w:val="6CC4450B"/>
    <w:rsid w:val="71404B12"/>
    <w:rsid w:val="72EE3683"/>
    <w:rsid w:val="73191F6E"/>
    <w:rsid w:val="732E1C78"/>
    <w:rsid w:val="73A31A33"/>
    <w:rsid w:val="76EF3AC1"/>
    <w:rsid w:val="788602A5"/>
    <w:rsid w:val="7AC84EA4"/>
    <w:rsid w:val="7D0F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1670</Words>
  <Characters>2077</Characters>
  <Lines>1</Lines>
  <Paragraphs>1</Paragraphs>
  <TotalTime>51</TotalTime>
  <ScaleCrop>false</ScaleCrop>
  <LinksUpToDate>false</LinksUpToDate>
  <CharactersWithSpaces>2138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2023-05-11T06:30:03Z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4AD0C9C7F12C4C95895EAB5EF5A6E623_13</vt:lpwstr>
  </property>
</Properties>
</file>